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6F" w:rsidRDefault="00E34D6F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34D6F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 программе </w:t>
      </w:r>
    </w:p>
    <w:p w:rsidR="00E34D6F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E34D6F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E34D6F" w:rsidRPr="001954F8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 годы</w:t>
      </w: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E34D6F" w:rsidRDefault="00E34D6F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89D">
        <w:rPr>
          <w:rFonts w:ascii="Times New Roman" w:hAnsi="Times New Roman" w:cs="Times New Roman"/>
          <w:sz w:val="28"/>
          <w:szCs w:val="28"/>
        </w:rPr>
        <w:t xml:space="preserve">Рекомендуемая стоимость (единичные расценки) работ </w:t>
      </w:r>
    </w:p>
    <w:p w:rsidR="00E34D6F" w:rsidRPr="00C9289D" w:rsidRDefault="00E34D6F">
      <w:pPr>
        <w:widowControl w:val="0"/>
        <w:autoSpaceDE w:val="0"/>
        <w:spacing w:after="0" w:line="240" w:lineRule="auto"/>
        <w:jc w:val="center"/>
      </w:pPr>
      <w:r w:rsidRPr="00C9289D">
        <w:rPr>
          <w:rFonts w:ascii="Times New Roman" w:hAnsi="Times New Roman" w:cs="Times New Roman"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47"/>
        <w:gridCol w:w="3980"/>
        <w:gridCol w:w="980"/>
        <w:gridCol w:w="2194"/>
        <w:gridCol w:w="1978"/>
      </w:tblGrid>
      <w:tr w:rsidR="00E34D6F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 в руб.</w:t>
            </w:r>
          </w:p>
        </w:tc>
      </w:tr>
      <w:tr w:rsidR="00E34D6F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Поднятие кирпичных горловин колодцев(без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3333,26</w:t>
            </w:r>
          </w:p>
        </w:tc>
      </w:tr>
      <w:tr w:rsidR="00E34D6F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деформированных а/бетонных покрытий фрезой толщ.5см(с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54,70</w:t>
            </w:r>
          </w:p>
        </w:tc>
      </w:tr>
      <w:tr w:rsidR="00E34D6F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а/бетонного покрытия (с погрузкой экскаватором и перевозкой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150,80</w:t>
            </w:r>
          </w:p>
        </w:tc>
      </w:tr>
      <w:tr w:rsidR="00E34D6F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а/самосвал (с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60,50</w:t>
            </w:r>
          </w:p>
        </w:tc>
      </w:tr>
      <w:tr w:rsidR="00E34D6F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112,35</w:t>
            </w:r>
          </w:p>
        </w:tc>
      </w:tr>
      <w:tr w:rsidR="00E34D6F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из щебня (с доставкой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109,00</w:t>
            </w: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3,27</w:t>
            </w:r>
          </w:p>
        </w:tc>
      </w:tr>
      <w:tr w:rsidR="00E34D6F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выравнивающего слоя из а/бетона толщ.2,5см (нижний слой а/б марки П)-проезжая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229,00</w:t>
            </w:r>
          </w:p>
        </w:tc>
      </w:tr>
      <w:tr w:rsidR="00E34D6F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П,тип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448,00</w:t>
            </w:r>
          </w:p>
        </w:tc>
      </w:tr>
      <w:tr w:rsidR="00E34D6F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а/бетонного  слоя из а/бетона толщ.4 см ( а/б марки Ш,тип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253,90</w:t>
            </w:r>
          </w:p>
        </w:tc>
      </w:tr>
      <w:tr w:rsidR="00E34D6F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старого бортового камня (с погрузкой экскаватором и перевозкой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пог.м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322,50</w:t>
            </w:r>
          </w:p>
        </w:tc>
      </w:tr>
      <w:tr w:rsidR="00E34D6F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нового бортового камня</w:t>
            </w:r>
          </w:p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 100.30.18</w:t>
            </w:r>
          </w:p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пог.м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  <w:p w:rsidR="00E34D6F" w:rsidRDefault="00E34D6F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842,13</w:t>
            </w:r>
          </w:p>
        </w:tc>
      </w:tr>
    </w:tbl>
    <w:p w:rsidR="00E34D6F" w:rsidRDefault="00E34D6F">
      <w:pPr>
        <w:widowControl w:val="0"/>
        <w:suppressAutoHyphens/>
        <w:autoSpaceDE w:val="0"/>
        <w:spacing w:after="0" w:line="240" w:lineRule="auto"/>
        <w:jc w:val="right"/>
      </w:pPr>
    </w:p>
    <w:p w:rsidR="00E34D6F" w:rsidRPr="00CE27BE" w:rsidRDefault="00E34D6F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7BE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Pr="00CE27BE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27BE">
        <w:rPr>
          <w:rFonts w:ascii="Times New Roman" w:hAnsi="Times New Roman" w:cs="Times New Roman"/>
          <w:sz w:val="28"/>
          <w:szCs w:val="28"/>
        </w:rPr>
        <w:t>на замену и установку скамьи</w:t>
      </w:r>
    </w:p>
    <w:p w:rsidR="00E34D6F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4D6F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678"/>
        <w:gridCol w:w="1269"/>
        <w:gridCol w:w="3260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 НДС, руб. 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CE27BE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7B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CE27BE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7B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Скамья</w:t>
            </w:r>
          </w:p>
          <w:p w:rsidR="00E34D6F" w:rsidRDefault="00E34D6F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1500*563*890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Скамья</w:t>
            </w:r>
          </w:p>
          <w:p w:rsidR="00E34D6F" w:rsidRDefault="00E34D6F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2000*560*920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Скамья со спинкой</w:t>
            </w:r>
          </w:p>
          <w:p w:rsidR="00E34D6F" w:rsidRDefault="00E34D6F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2000*560*840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10350,00</w:t>
            </w:r>
          </w:p>
        </w:tc>
      </w:tr>
    </w:tbl>
    <w:p w:rsidR="00E34D6F" w:rsidRPr="00206B2D" w:rsidRDefault="00E34D6F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D6F" w:rsidRPr="00CE27BE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7BE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Pr="00CE27BE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27BE">
        <w:rPr>
          <w:rFonts w:ascii="Times New Roman" w:hAnsi="Times New Roman" w:cs="Times New Roman"/>
          <w:sz w:val="28"/>
          <w:szCs w:val="28"/>
        </w:rPr>
        <w:t>на замену и установку урны</w:t>
      </w:r>
    </w:p>
    <w:p w:rsidR="00E34D6F" w:rsidRDefault="00E34D6F" w:rsidP="00206B2D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D6F" w:rsidRDefault="00E34D6F" w:rsidP="00206B2D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678"/>
        <w:gridCol w:w="1762"/>
        <w:gridCol w:w="2767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НДС, руб.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 наземная</w:t>
            </w:r>
          </w:p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Объем: 60л</w:t>
            </w:r>
          </w:p>
          <w:p w:rsidR="00E34D6F" w:rsidRDefault="00E34D6F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675*280*320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 наземная</w:t>
            </w:r>
          </w:p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Объем: 90л</w:t>
            </w:r>
          </w:p>
          <w:p w:rsidR="00E34D6F" w:rsidRDefault="00E34D6F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660*370*370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E34D6F" w:rsidRDefault="00E34D6F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500*480*480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18490,00</w:t>
            </w:r>
          </w:p>
        </w:tc>
      </w:tr>
    </w:tbl>
    <w:p w:rsidR="00E34D6F" w:rsidRDefault="00E34D6F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D6F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4D6F" w:rsidRPr="00206B2D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B2D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6B2D">
        <w:rPr>
          <w:rFonts w:ascii="Times New Roman" w:hAnsi="Times New Roman" w:cs="Times New Roman"/>
          <w:sz w:val="28"/>
          <w:szCs w:val="28"/>
        </w:rPr>
        <w:t>на установку детского игрового оборудования</w:t>
      </w:r>
    </w:p>
    <w:p w:rsidR="00E34D6F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4D6F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104"/>
        <w:gridCol w:w="1701"/>
        <w:gridCol w:w="3402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Качели без подвеса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24571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Качалка-балансир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14676,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Качалка на пружине Лошадка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23670,00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Карусель Радуга</w:t>
            </w:r>
          </w:p>
          <w:p w:rsidR="00E34D6F" w:rsidRPr="00DC5698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33984,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Горка средняя Н-1200</w:t>
            </w:r>
          </w:p>
          <w:p w:rsidR="00E34D6F" w:rsidRPr="00DC5698" w:rsidRDefault="00E34D6F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DC5698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38266,00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Стенка для лазания</w:t>
            </w:r>
          </w:p>
          <w:p w:rsidR="00E34D6F" w:rsidRPr="00DC5698" w:rsidRDefault="00E34D6F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19474,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Карапуз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(005)</w:t>
            </w:r>
          </w:p>
          <w:p w:rsidR="00E34D6F" w:rsidRPr="00AA640D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AA640D" w:rsidRDefault="00E34D6F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110168,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Карапуз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(001)</w:t>
            </w:r>
          </w:p>
          <w:p w:rsidR="00E34D6F" w:rsidRDefault="00E34D6F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AA640D" w:rsidRDefault="00E34D6F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141649,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Диван качели с навесом</w:t>
            </w:r>
          </w:p>
          <w:p w:rsidR="00E34D6F" w:rsidRDefault="00E34D6F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AA640D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40310,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Карусель Солнышко</w:t>
            </w:r>
          </w:p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7F5872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36526,00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Песочница с крышкой и грибком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 xml:space="preserve">в закрытом виде 1220х1320х2100        </w:t>
            </w:r>
          </w:p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D6F" w:rsidRPr="007F5872" w:rsidRDefault="00E34D6F" w:rsidP="007F5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37610,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Песочница с крышкой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 xml:space="preserve">в закрытом виде 1220х1320х480         </w:t>
            </w:r>
          </w:p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15573,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СК 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7F5872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39409,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Домик малый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МФ 116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7F5872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42560,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E34D6F" w:rsidRDefault="00E34D6F" w:rsidP="00496C44">
      <w:pPr>
        <w:widowControl w:val="0"/>
        <w:suppressAutoHyphens/>
        <w:autoSpaceDE w:val="0"/>
        <w:spacing w:after="0" w:line="240" w:lineRule="auto"/>
      </w:pPr>
    </w:p>
    <w:p w:rsidR="00E34D6F" w:rsidRDefault="00E34D6F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4D6F" w:rsidRPr="00A429C9" w:rsidRDefault="00E34D6F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29C9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Pr="00A429C9" w:rsidRDefault="00E34D6F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29C9">
        <w:rPr>
          <w:rFonts w:ascii="Times New Roman" w:hAnsi="Times New Roman" w:cs="Times New Roman"/>
          <w:sz w:val="28"/>
          <w:szCs w:val="28"/>
        </w:rPr>
        <w:t>на установку спортивного оборудования и тренажерных комплексов</w:t>
      </w:r>
    </w:p>
    <w:p w:rsidR="00E34D6F" w:rsidRDefault="00E34D6F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388"/>
        <w:gridCol w:w="1417"/>
        <w:gridCol w:w="3402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Гимнастическая стенка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17522,00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Турник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21571,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Брусья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9277,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Стол теннисный</w:t>
            </w:r>
          </w:p>
          <w:p w:rsidR="00E34D6F" w:rsidRPr="008F3A79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8F3A79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21420,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СК 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34D6F" w:rsidRPr="008F3A79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8F3A79" w:rsidRDefault="00E34D6F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40308,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СК 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34D6F" w:rsidRPr="008F3A79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32364,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E34D6F" w:rsidRPr="00485D30" w:rsidRDefault="00E34D6F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 w:cs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33792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Степпер классический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9870C1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9870C1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E34D6F" w:rsidRDefault="00E34D6F" w:rsidP="009870C1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D6F" w:rsidRDefault="00E34D6F" w:rsidP="00C10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9B351F"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51F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3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Д.С.Болдинов </w:t>
      </w:r>
      <w:r w:rsidRPr="009B351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D6F" w:rsidRDefault="00E34D6F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34D6F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D6F" w:rsidRDefault="00E34D6F">
      <w:pPr>
        <w:spacing w:after="0" w:line="240" w:lineRule="auto"/>
      </w:pPr>
      <w:r>
        <w:separator/>
      </w:r>
    </w:p>
  </w:endnote>
  <w:endnote w:type="continuationSeparator" w:id="0">
    <w:p w:rsidR="00E34D6F" w:rsidRDefault="00E34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D6F" w:rsidRDefault="00E34D6F">
      <w:pPr>
        <w:spacing w:after="0" w:line="240" w:lineRule="auto"/>
      </w:pPr>
      <w:r>
        <w:separator/>
      </w:r>
    </w:p>
  </w:footnote>
  <w:footnote w:type="continuationSeparator" w:id="0">
    <w:p w:rsidR="00E34D6F" w:rsidRDefault="00E34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6F" w:rsidRDefault="00E34D6F">
    <w:pPr>
      <w:pStyle w:val="Header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defaultTabStop w:val="708"/>
  <w:autoHyphenation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D51"/>
    <w:rsid w:val="000E5895"/>
    <w:rsid w:val="00130EFE"/>
    <w:rsid w:val="001353B2"/>
    <w:rsid w:val="001954F8"/>
    <w:rsid w:val="001E5E31"/>
    <w:rsid w:val="00206B2D"/>
    <w:rsid w:val="00245C00"/>
    <w:rsid w:val="002654DC"/>
    <w:rsid w:val="00265D1E"/>
    <w:rsid w:val="002B3251"/>
    <w:rsid w:val="004846C1"/>
    <w:rsid w:val="00485D30"/>
    <w:rsid w:val="00496C44"/>
    <w:rsid w:val="004A0D2F"/>
    <w:rsid w:val="004B0EED"/>
    <w:rsid w:val="005A6F54"/>
    <w:rsid w:val="005E7F97"/>
    <w:rsid w:val="00695F4C"/>
    <w:rsid w:val="006E6955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AB79D0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B5589"/>
    <w:rsid w:val="00DC5698"/>
    <w:rsid w:val="00E26C6A"/>
    <w:rsid w:val="00E34D6F"/>
    <w:rsid w:val="00E67B61"/>
    <w:rsid w:val="00F50956"/>
    <w:rsid w:val="00F73D3A"/>
    <w:rsid w:val="00F7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1A"/>
    <w:pPr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7C261A"/>
    <w:rPr>
      <w:rFonts w:ascii="Symbol" w:hAnsi="Symbol" w:cs="Symbol"/>
      <w:sz w:val="20"/>
      <w:szCs w:val="20"/>
    </w:rPr>
  </w:style>
  <w:style w:type="character" w:customStyle="1" w:styleId="WW8Num1z1">
    <w:name w:val="WW8Num1z1"/>
    <w:uiPriority w:val="99"/>
    <w:rsid w:val="007C261A"/>
    <w:rPr>
      <w:rFonts w:ascii="Courier New" w:hAnsi="Courier New" w:cs="Courier New"/>
      <w:sz w:val="20"/>
      <w:szCs w:val="20"/>
    </w:rPr>
  </w:style>
  <w:style w:type="character" w:customStyle="1" w:styleId="WW8Num1z2">
    <w:name w:val="WW8Num1z2"/>
    <w:uiPriority w:val="99"/>
    <w:rsid w:val="007C261A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uiPriority w:val="99"/>
    <w:rsid w:val="007C261A"/>
    <w:rPr>
      <w:rFonts w:ascii="Times New Roman" w:hAnsi="Times New Roman" w:cs="Times New Roman"/>
      <w:color w:val="auto"/>
      <w:sz w:val="26"/>
      <w:szCs w:val="26"/>
    </w:rPr>
  </w:style>
  <w:style w:type="character" w:customStyle="1" w:styleId="WW8Num6z0">
    <w:name w:val="WW8Num6z0"/>
    <w:uiPriority w:val="99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uiPriority w:val="99"/>
    <w:rsid w:val="007C261A"/>
    <w:rPr>
      <w:rFonts w:ascii="Times New Roman" w:hAnsi="Times New Roman" w:cs="Times New Roman"/>
      <w:color w:val="auto"/>
      <w:sz w:val="26"/>
      <w:szCs w:val="26"/>
    </w:rPr>
  </w:style>
  <w:style w:type="character" w:customStyle="1" w:styleId="1">
    <w:name w:val="Основной шрифт абзаца1"/>
    <w:uiPriority w:val="99"/>
    <w:rsid w:val="007C261A"/>
  </w:style>
  <w:style w:type="character" w:customStyle="1" w:styleId="a">
    <w:name w:val="Основной текст Знак"/>
    <w:uiPriority w:val="99"/>
    <w:rsid w:val="007C261A"/>
    <w:rPr>
      <w:rFonts w:ascii="Calibri" w:eastAsia="Times New Roman" w:hAnsi="Calibri" w:cs="Calibri"/>
    </w:rPr>
  </w:style>
  <w:style w:type="character" w:customStyle="1" w:styleId="a0">
    <w:name w:val="Верхний колонтитул Знак"/>
    <w:uiPriority w:val="99"/>
    <w:rsid w:val="007C261A"/>
    <w:rPr>
      <w:rFonts w:ascii="Calibri" w:eastAsia="Times New Roman" w:hAnsi="Calibri" w:cs="Calibri"/>
    </w:rPr>
  </w:style>
  <w:style w:type="character" w:styleId="PageNumber">
    <w:name w:val="page number"/>
    <w:basedOn w:val="DefaultParagraphFont"/>
    <w:uiPriority w:val="99"/>
    <w:rsid w:val="007C261A"/>
  </w:style>
  <w:style w:type="character" w:customStyle="1" w:styleId="a1">
    <w:name w:val="Нижний колонтитул Знак"/>
    <w:uiPriority w:val="99"/>
    <w:rsid w:val="007C261A"/>
    <w:rPr>
      <w:rFonts w:ascii="Calibri" w:eastAsia="Times New Roman" w:hAnsi="Calibri" w:cs="Calibri"/>
    </w:rPr>
  </w:style>
  <w:style w:type="character" w:customStyle="1" w:styleId="a2">
    <w:name w:val="Основной текст с отступом Знак"/>
    <w:uiPriority w:val="99"/>
    <w:rsid w:val="007C261A"/>
    <w:rPr>
      <w:rFonts w:ascii="Calibri" w:eastAsia="Times New Roman" w:hAnsi="Calibri" w:cs="Calibri"/>
    </w:rPr>
  </w:style>
  <w:style w:type="character" w:customStyle="1" w:styleId="a3">
    <w:name w:val="Текст выноски Знак"/>
    <w:uiPriority w:val="99"/>
    <w:rsid w:val="007C261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C261A"/>
    <w:rPr>
      <w:color w:val="0000FF"/>
      <w:u w:val="single"/>
    </w:rPr>
  </w:style>
  <w:style w:type="paragraph" w:customStyle="1" w:styleId="a4">
    <w:name w:val="Заголовок"/>
    <w:basedOn w:val="Normal"/>
    <w:next w:val="BodyText"/>
    <w:uiPriority w:val="99"/>
    <w:rsid w:val="007C261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C26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2917"/>
    <w:rPr>
      <w:rFonts w:ascii="Calibri" w:hAnsi="Calibri" w:cs="Calibri"/>
      <w:lang w:eastAsia="ar-SA"/>
    </w:rPr>
  </w:style>
  <w:style w:type="paragraph" w:styleId="List">
    <w:name w:val="List"/>
    <w:basedOn w:val="BodyText"/>
    <w:uiPriority w:val="99"/>
    <w:rsid w:val="007C261A"/>
  </w:style>
  <w:style w:type="paragraph" w:customStyle="1" w:styleId="10">
    <w:name w:val="Название1"/>
    <w:basedOn w:val="Normal"/>
    <w:uiPriority w:val="99"/>
    <w:rsid w:val="007C261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261A"/>
    <w:pPr>
      <w:suppressLineNumbers/>
    </w:pPr>
  </w:style>
  <w:style w:type="paragraph" w:styleId="Header">
    <w:name w:val="header"/>
    <w:basedOn w:val="Normal"/>
    <w:link w:val="HeaderChar"/>
    <w:uiPriority w:val="99"/>
    <w:rsid w:val="007C26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917"/>
    <w:rPr>
      <w:rFonts w:ascii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rsid w:val="007C26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917"/>
    <w:rPr>
      <w:rFonts w:ascii="Calibri" w:hAnsi="Calibri" w:cs="Calibri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7C261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2917"/>
    <w:rPr>
      <w:rFonts w:ascii="Calibri" w:hAnsi="Calibri" w:cs="Calibri"/>
      <w:lang w:eastAsia="ar-SA"/>
    </w:rPr>
  </w:style>
  <w:style w:type="paragraph" w:styleId="NormalWeb">
    <w:name w:val="Normal (Web)"/>
    <w:basedOn w:val="Normal"/>
    <w:uiPriority w:val="99"/>
    <w:rsid w:val="007C261A"/>
    <w:pPr>
      <w:spacing w:before="280" w:after="280" w:line="240" w:lineRule="auto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917"/>
    <w:rPr>
      <w:sz w:val="0"/>
      <w:szCs w:val="0"/>
      <w:lang w:eastAsia="ar-SA"/>
    </w:rPr>
  </w:style>
  <w:style w:type="paragraph" w:customStyle="1" w:styleId="ConsPlusNormal">
    <w:name w:val="ConsPlusNormal"/>
    <w:uiPriority w:val="99"/>
    <w:rsid w:val="007C261A"/>
    <w:pPr>
      <w:widowControl w:val="0"/>
      <w:suppressAutoHyphens/>
      <w:autoSpaceDE w:val="0"/>
    </w:pPr>
    <w:rPr>
      <w:rFonts w:ascii="Calibri" w:hAnsi="Calibri" w:cs="Calibri"/>
      <w:lang w:eastAsia="ar-SA"/>
    </w:rPr>
  </w:style>
  <w:style w:type="paragraph" w:customStyle="1" w:styleId="ConsPlusTitle">
    <w:name w:val="ConsPlusTitle"/>
    <w:uiPriority w:val="99"/>
    <w:rsid w:val="007C261A"/>
    <w:pPr>
      <w:widowControl w:val="0"/>
      <w:suppressAutoHyphens/>
      <w:autoSpaceDE w:val="0"/>
    </w:pPr>
    <w:rPr>
      <w:rFonts w:ascii="Calibri" w:hAnsi="Calibri" w:cs="Calibri"/>
      <w:b/>
      <w:bCs/>
      <w:lang w:eastAsia="ar-SA"/>
    </w:rPr>
  </w:style>
  <w:style w:type="paragraph" w:customStyle="1" w:styleId="ConsPlusNonformat">
    <w:name w:val="ConsPlusNonformat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Page">
    <w:name w:val="ConsPlusTitlePage"/>
    <w:uiPriority w:val="99"/>
    <w:rsid w:val="007C261A"/>
    <w:pPr>
      <w:widowControl w:val="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ConsPlusJurTerm">
    <w:name w:val="ConsPlusJurTerm"/>
    <w:uiPriority w:val="99"/>
    <w:rsid w:val="007C261A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ar-SA"/>
    </w:rPr>
  </w:style>
  <w:style w:type="paragraph" w:customStyle="1" w:styleId="ConsPlusTextList">
    <w:name w:val="ConsPlusTextList"/>
    <w:uiPriority w:val="99"/>
    <w:rsid w:val="007C261A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a5">
    <w:name w:val="Содержимое таблицы"/>
    <w:basedOn w:val="Normal"/>
    <w:uiPriority w:val="99"/>
    <w:rsid w:val="007C261A"/>
    <w:pPr>
      <w:suppressLineNumbers/>
    </w:pPr>
  </w:style>
  <w:style w:type="paragraph" w:customStyle="1" w:styleId="a6">
    <w:name w:val="Заголовок таблицы"/>
    <w:basedOn w:val="a5"/>
    <w:uiPriority w:val="99"/>
    <w:rsid w:val="007C261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4</Pages>
  <Words>673</Words>
  <Characters>3837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dc:description/>
  <cp:lastModifiedBy>user</cp:lastModifiedBy>
  <cp:revision>16</cp:revision>
  <cp:lastPrinted>2017-07-17T12:00:00Z</cp:lastPrinted>
  <dcterms:created xsi:type="dcterms:W3CDTF">2017-05-22T12:57:00Z</dcterms:created>
  <dcterms:modified xsi:type="dcterms:W3CDTF">2017-08-24T08:37:00Z</dcterms:modified>
</cp:coreProperties>
</file>