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Look w:val="00A0"/>
      </w:tblPr>
      <w:tblGrid>
        <w:gridCol w:w="4786"/>
        <w:gridCol w:w="4820"/>
      </w:tblGrid>
      <w:tr w:rsidR="00D64D36" w:rsidTr="00B229B2">
        <w:tc>
          <w:tcPr>
            <w:tcW w:w="4786" w:type="dxa"/>
          </w:tcPr>
          <w:p w:rsidR="00D64D36" w:rsidRDefault="00D64D3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D64D36" w:rsidRDefault="00D64D36" w:rsidP="00B229B2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9B2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D64D36" w:rsidRPr="00B229B2" w:rsidRDefault="00D64D36" w:rsidP="00B229B2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4D36" w:rsidTr="00B229B2">
        <w:tc>
          <w:tcPr>
            <w:tcW w:w="4786" w:type="dxa"/>
          </w:tcPr>
          <w:p w:rsidR="00D64D36" w:rsidRDefault="00D64D36" w:rsidP="00CC76E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D64D36" w:rsidRPr="002A7473" w:rsidRDefault="00D64D36" w:rsidP="002A7473">
            <w:pPr>
              <w:pStyle w:val="Standard"/>
              <w:widowControl w:val="0"/>
              <w:spacing w:after="0" w:line="240" w:lineRule="auto"/>
              <w:jc w:val="center"/>
              <w:rPr>
                <w:rStyle w:val="a2"/>
                <w:rFonts w:ascii="Times New Roman" w:hAnsi="Times New Roman"/>
                <w:b w:val="0"/>
                <w:sz w:val="28"/>
                <w:szCs w:val="28"/>
              </w:rPr>
            </w:pPr>
            <w:r w:rsidRPr="00B229B2">
              <w:rPr>
                <w:rStyle w:val="a2"/>
                <w:rFonts w:ascii="Times New Roman" w:hAnsi="Times New Roman"/>
                <w:b w:val="0"/>
                <w:sz w:val="28"/>
                <w:szCs w:val="28"/>
              </w:rPr>
              <w:t xml:space="preserve">к </w:t>
            </w:r>
            <w:r w:rsidRPr="002A7473">
              <w:rPr>
                <w:rFonts w:ascii="Times New Roman" w:hAnsi="Times New Roman" w:cs="Times New Roman"/>
                <w:bCs/>
                <w:sz w:val="28"/>
                <w:szCs w:val="28"/>
              </w:rPr>
              <w:t>Порядк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Pr="002A747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2A7473">
              <w:rPr>
                <w:rFonts w:ascii="Times New Roman" w:hAnsi="Times New Roman" w:cs="Times New Roman"/>
                <w:sz w:val="28"/>
                <w:szCs w:val="28"/>
              </w:rPr>
              <w:t xml:space="preserve">сообщения лицами, замещающими </w:t>
            </w:r>
            <w:r w:rsidRPr="002A7473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должности муниципальной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службы администрации Алексеевского</w:t>
            </w:r>
            <w:r w:rsidRPr="002A747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Тихорецкого района,</w:t>
            </w:r>
            <w:r w:rsidRPr="002A7473">
              <w:rPr>
                <w:rFonts w:ascii="Times New Roman" w:hAnsi="Times New Roman" w:cs="Times New Roman"/>
                <w:sz w:val="28"/>
                <w:szCs w:val="28"/>
              </w:rPr>
      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</w:t>
            </w:r>
            <w:r w:rsidRPr="002A7473">
              <w:rPr>
                <w:rStyle w:val="a2"/>
                <w:rFonts w:ascii="Times New Roman" w:hAnsi="Times New Roman"/>
                <w:b w:val="0"/>
                <w:sz w:val="28"/>
                <w:szCs w:val="28"/>
              </w:rPr>
              <w:t xml:space="preserve">, </w:t>
            </w:r>
          </w:p>
          <w:p w:rsidR="00D64D36" w:rsidRPr="008754ED" w:rsidRDefault="00D64D36" w:rsidP="00B229B2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754ED"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 xml:space="preserve">утвержденному постановлением администрации </w:t>
            </w:r>
            <w:r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>Алексеевского се</w:t>
            </w:r>
            <w:r w:rsidRPr="008754ED"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>ль</w:t>
            </w:r>
            <w:r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>ск</w:t>
            </w:r>
            <w:r w:rsidRPr="008754ED"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 xml:space="preserve">ого </w:t>
            </w:r>
            <w:r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>п</w:t>
            </w:r>
            <w:r w:rsidRPr="008754ED"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>о</w:t>
            </w:r>
            <w:r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>селе</w:t>
            </w:r>
            <w:r w:rsidRPr="008754ED"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>ния Тихорецк</w:t>
            </w:r>
            <w:r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>ого</w:t>
            </w:r>
            <w:r w:rsidRPr="008754ED"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 xml:space="preserve"> район</w:t>
            </w:r>
            <w:r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>а</w:t>
            </w:r>
          </w:p>
          <w:p w:rsidR="00D64D36" w:rsidRPr="00B229B2" w:rsidRDefault="00D64D36" w:rsidP="00B229B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54E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02.08.2016 г.</w:t>
            </w:r>
            <w:r w:rsidRPr="008754E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206</w:t>
            </w:r>
          </w:p>
        </w:tc>
      </w:tr>
    </w:tbl>
    <w:p w:rsidR="00D64D36" w:rsidRDefault="00D64D36" w:rsidP="00B229B2">
      <w:pPr>
        <w:rPr>
          <w:rStyle w:val="a2"/>
          <w:rFonts w:ascii="Times New Roman" w:hAnsi="Times New Roman"/>
          <w:b w:val="0"/>
          <w:sz w:val="28"/>
          <w:szCs w:val="28"/>
        </w:rPr>
      </w:pPr>
    </w:p>
    <w:p w:rsidR="00D64D36" w:rsidRPr="00B229B2" w:rsidRDefault="00D64D36" w:rsidP="00B229B2">
      <w:pPr>
        <w:jc w:val="center"/>
        <w:rPr>
          <w:rFonts w:ascii="Times New Roman" w:hAnsi="Times New Roman"/>
          <w:sz w:val="28"/>
          <w:szCs w:val="28"/>
        </w:rPr>
      </w:pPr>
      <w:r w:rsidRPr="00B229B2">
        <w:rPr>
          <w:rFonts w:ascii="Times New Roman" w:hAnsi="Times New Roman"/>
          <w:sz w:val="28"/>
          <w:szCs w:val="28"/>
        </w:rPr>
        <w:t>ФОРМА</w:t>
      </w:r>
    </w:p>
    <w:p w:rsidR="00D64D36" w:rsidRDefault="00D64D36" w:rsidP="0036727F">
      <w:pPr>
        <w:pStyle w:val="a0"/>
        <w:jc w:val="center"/>
        <w:rPr>
          <w:rFonts w:ascii="Times New Roman" w:hAnsi="Times New Roman"/>
          <w:sz w:val="28"/>
          <w:szCs w:val="28"/>
        </w:rPr>
      </w:pPr>
      <w:r w:rsidRPr="0026780C">
        <w:rPr>
          <w:rFonts w:ascii="Times New Roman" w:hAnsi="Times New Roman"/>
          <w:sz w:val="28"/>
          <w:szCs w:val="28"/>
        </w:rPr>
        <w:t>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D64D36" w:rsidRPr="002213ED" w:rsidRDefault="00D64D36" w:rsidP="002213ED">
      <w:pPr>
        <w:rPr>
          <w:lang w:eastAsia="ru-RU"/>
        </w:rPr>
      </w:pPr>
    </w:p>
    <w:tbl>
      <w:tblPr>
        <w:tblW w:w="9606" w:type="dxa"/>
        <w:tblLook w:val="00A0"/>
      </w:tblPr>
      <w:tblGrid>
        <w:gridCol w:w="4770"/>
        <w:gridCol w:w="4836"/>
      </w:tblGrid>
      <w:tr w:rsidR="00D64D36" w:rsidRPr="00B229B2" w:rsidTr="00CB16D6">
        <w:tc>
          <w:tcPr>
            <w:tcW w:w="4786" w:type="dxa"/>
          </w:tcPr>
          <w:p w:rsidR="00D64D36" w:rsidRDefault="00D64D36" w:rsidP="00CB16D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D64D36" w:rsidRPr="0026780C" w:rsidRDefault="00D64D36" w:rsidP="00320BCC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Главе Алексеевского сельского поселения Тихорецкого района</w:t>
            </w:r>
          </w:p>
          <w:p w:rsidR="00D64D36" w:rsidRPr="0026780C" w:rsidRDefault="00D64D36" w:rsidP="00320BCC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26780C">
              <w:rPr>
                <w:rFonts w:ascii="Times New Roman" w:hAnsi="Times New Roman" w:cs="Times New Roman"/>
                <w:sz w:val="28"/>
                <w:szCs w:val="28"/>
              </w:rPr>
              <w:t>от 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26780C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D64D36" w:rsidRDefault="00D64D36" w:rsidP="00320BCC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  <w:r w:rsidRPr="0026780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26780C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  <w:p w:rsidR="00D64D36" w:rsidRPr="00FB09F0" w:rsidRDefault="00D64D36" w:rsidP="00FB09F0">
            <w:pPr>
              <w:rPr>
                <w:lang w:eastAsia="ru-RU"/>
              </w:rPr>
            </w:pPr>
            <w:r>
              <w:rPr>
                <w:lang w:eastAsia="ru-RU"/>
              </w:rPr>
              <w:t>__________________________________________</w:t>
            </w:r>
          </w:p>
          <w:p w:rsidR="00D64D36" w:rsidRPr="00320BCC" w:rsidRDefault="00D64D36" w:rsidP="00320BCC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20BCC">
              <w:rPr>
                <w:rFonts w:ascii="Times New Roman" w:hAnsi="Times New Roman" w:cs="Times New Roman"/>
                <w:b w:val="0"/>
                <w:sz w:val="24"/>
                <w:szCs w:val="24"/>
              </w:rPr>
              <w:t>(Ф.И.О., замещаемая должность)</w:t>
            </w:r>
          </w:p>
        </w:tc>
      </w:tr>
    </w:tbl>
    <w:p w:rsidR="00D64D36" w:rsidRPr="00B229B2" w:rsidRDefault="00D64D36" w:rsidP="00320BCC">
      <w:pPr>
        <w:pStyle w:val="a0"/>
        <w:jc w:val="right"/>
        <w:rPr>
          <w:rFonts w:ascii="Times New Roman" w:hAnsi="Times New Roman"/>
          <w:sz w:val="28"/>
          <w:szCs w:val="28"/>
        </w:rPr>
      </w:pPr>
    </w:p>
    <w:p w:rsidR="00D64D36" w:rsidRPr="008754ED" w:rsidRDefault="00D64D36" w:rsidP="00320BCC">
      <w:pPr>
        <w:pStyle w:val="a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4ED">
        <w:rPr>
          <w:rStyle w:val="a2"/>
          <w:rFonts w:ascii="Times New Roman" w:hAnsi="Times New Roman" w:cs="Times New Roman"/>
          <w:b w:val="0"/>
          <w:bCs/>
          <w:color w:val="auto"/>
          <w:sz w:val="28"/>
          <w:szCs w:val="28"/>
        </w:rPr>
        <w:t>УВЕДОМЛЕНИЕ</w:t>
      </w:r>
    </w:p>
    <w:p w:rsidR="00D64D36" w:rsidRPr="008754ED" w:rsidRDefault="00D64D36" w:rsidP="00320BCC">
      <w:pPr>
        <w:pStyle w:val="a0"/>
        <w:jc w:val="center"/>
        <w:rPr>
          <w:rStyle w:val="a2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8754ED">
        <w:rPr>
          <w:rStyle w:val="a2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о возникновении личной заинтересованности при исполнении </w:t>
      </w:r>
    </w:p>
    <w:p w:rsidR="00D64D36" w:rsidRPr="008754ED" w:rsidRDefault="00D64D36" w:rsidP="00320BCC">
      <w:pPr>
        <w:pStyle w:val="a0"/>
        <w:jc w:val="center"/>
        <w:rPr>
          <w:rStyle w:val="a2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8754ED">
        <w:rPr>
          <w:rStyle w:val="a2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должностных обязанностей, которая приводит или может привести </w:t>
      </w:r>
    </w:p>
    <w:p w:rsidR="00D64D36" w:rsidRPr="00320BCC" w:rsidRDefault="00D64D36" w:rsidP="00320BCC">
      <w:pPr>
        <w:pStyle w:val="a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4ED">
        <w:rPr>
          <w:rStyle w:val="a2"/>
          <w:rFonts w:ascii="Times New Roman" w:hAnsi="Times New Roman" w:cs="Times New Roman"/>
          <w:b w:val="0"/>
          <w:bCs/>
          <w:color w:val="auto"/>
          <w:sz w:val="28"/>
          <w:szCs w:val="28"/>
        </w:rPr>
        <w:t>к конфликту интересов</w:t>
      </w:r>
    </w:p>
    <w:p w:rsidR="00D64D36" w:rsidRPr="0026780C" w:rsidRDefault="00D64D36" w:rsidP="00320BCC">
      <w:pPr>
        <w:rPr>
          <w:rFonts w:ascii="Times New Roman" w:hAnsi="Times New Roman"/>
          <w:sz w:val="28"/>
          <w:szCs w:val="28"/>
        </w:rPr>
      </w:pPr>
    </w:p>
    <w:p w:rsidR="00D64D36" w:rsidRPr="0026780C" w:rsidRDefault="00D64D36" w:rsidP="00030E6B">
      <w:pPr>
        <w:pStyle w:val="a0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Сообщаю о возникновении у меня личной заинтересованности</w:t>
      </w:r>
      <w:r w:rsidRPr="0026780C">
        <w:rPr>
          <w:rFonts w:ascii="Times New Roman" w:hAnsi="Times New Roman" w:cs="Times New Roman"/>
          <w:sz w:val="28"/>
          <w:szCs w:val="28"/>
        </w:rPr>
        <w:t xml:space="preserve">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80C">
        <w:rPr>
          <w:rFonts w:ascii="Times New Roman" w:hAnsi="Times New Roman" w:cs="Times New Roman"/>
          <w:sz w:val="28"/>
          <w:szCs w:val="28"/>
        </w:rPr>
        <w:t>исполнении должностных обязанностей, которая приводит или может  привести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80C">
        <w:rPr>
          <w:rFonts w:ascii="Times New Roman" w:hAnsi="Times New Roman" w:cs="Times New Roman"/>
          <w:sz w:val="28"/>
          <w:szCs w:val="28"/>
        </w:rPr>
        <w:t>к конфликту интересов (нужное подчеркнуть).</w:t>
      </w:r>
    </w:p>
    <w:p w:rsidR="00D64D36" w:rsidRPr="0026780C" w:rsidRDefault="00D64D36" w:rsidP="00030E6B">
      <w:pPr>
        <w:pStyle w:val="a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780C">
        <w:rPr>
          <w:rFonts w:ascii="Times New Roman" w:hAnsi="Times New Roman" w:cs="Times New Roman"/>
          <w:sz w:val="28"/>
          <w:szCs w:val="28"/>
        </w:rPr>
        <w:t>Обстоятельства, являющиеся основанием возникновения личной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80C">
        <w:rPr>
          <w:rFonts w:ascii="Times New Roman" w:hAnsi="Times New Roman" w:cs="Times New Roman"/>
          <w:sz w:val="28"/>
          <w:szCs w:val="28"/>
        </w:rPr>
        <w:t xml:space="preserve">заинтересованности: 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26780C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D64D36" w:rsidRPr="0026780C" w:rsidRDefault="00D64D36" w:rsidP="00030E6B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  <w:r w:rsidRPr="0026780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D64D36" w:rsidRPr="0026780C" w:rsidRDefault="00D64D36" w:rsidP="00030E6B">
      <w:pPr>
        <w:pStyle w:val="a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Должностные обязанности, на исполнение которых влияет или </w:t>
      </w:r>
      <w:r w:rsidRPr="0026780C">
        <w:rPr>
          <w:rFonts w:ascii="Times New Roman" w:hAnsi="Times New Roman" w:cs="Times New Roman"/>
          <w:sz w:val="28"/>
          <w:szCs w:val="28"/>
        </w:rPr>
        <w:t>может</w:t>
      </w:r>
    </w:p>
    <w:p w:rsidR="00D64D36" w:rsidRDefault="00D64D36" w:rsidP="00030E6B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  <w:r w:rsidRPr="0026780C">
        <w:rPr>
          <w:rFonts w:ascii="Times New Roman" w:hAnsi="Times New Roman" w:cs="Times New Roman"/>
          <w:sz w:val="28"/>
          <w:szCs w:val="28"/>
        </w:rPr>
        <w:t>повлиять личная заинтересованность:</w:t>
      </w:r>
    </w:p>
    <w:p w:rsidR="00D64D36" w:rsidRPr="0026780C" w:rsidRDefault="00D64D36" w:rsidP="00030E6B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  <w:r w:rsidRPr="0026780C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D64D36" w:rsidRPr="0026780C" w:rsidRDefault="00D64D36" w:rsidP="00030E6B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  <w:r w:rsidRPr="0026780C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D64D36" w:rsidRDefault="00D64D36" w:rsidP="00030E6B">
      <w:pPr>
        <w:pStyle w:val="a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Предлагаемые меры по </w:t>
      </w:r>
      <w:r w:rsidRPr="0026780C">
        <w:rPr>
          <w:rFonts w:ascii="Times New Roman" w:hAnsi="Times New Roman" w:cs="Times New Roman"/>
          <w:sz w:val="28"/>
          <w:szCs w:val="28"/>
        </w:rPr>
        <w:t>предотвращению или урегулированию  конфликта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80C">
        <w:rPr>
          <w:rFonts w:ascii="Times New Roman" w:hAnsi="Times New Roman" w:cs="Times New Roman"/>
          <w:sz w:val="28"/>
          <w:szCs w:val="28"/>
        </w:rPr>
        <w:t xml:space="preserve">интересов: </w:t>
      </w:r>
    </w:p>
    <w:p w:rsidR="00D64D36" w:rsidRPr="0026780C" w:rsidRDefault="00D64D36" w:rsidP="00030E6B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  <w:r w:rsidRPr="0026780C">
        <w:rPr>
          <w:rFonts w:ascii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26780C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D64D36" w:rsidRPr="0026780C" w:rsidRDefault="00D64D36" w:rsidP="00030E6B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  <w:r w:rsidRPr="0026780C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D64D36" w:rsidRPr="0026780C" w:rsidRDefault="00D64D36" w:rsidP="00030E6B">
      <w:pPr>
        <w:pStyle w:val="a0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Намереваюсь (не намереваюсь) лично присутствовать на </w:t>
      </w:r>
      <w:r w:rsidRPr="0026780C">
        <w:rPr>
          <w:rFonts w:ascii="Times New Roman" w:hAnsi="Times New Roman" w:cs="Times New Roman"/>
          <w:sz w:val="28"/>
          <w:szCs w:val="28"/>
        </w:rPr>
        <w:t>заседании</w:t>
      </w:r>
      <w:r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Pr="0026780C">
        <w:rPr>
          <w:rFonts w:ascii="Times New Roman" w:hAnsi="Times New Roman" w:cs="Times New Roman"/>
          <w:sz w:val="28"/>
          <w:szCs w:val="28"/>
        </w:rPr>
        <w:t xml:space="preserve"> </w:t>
      </w:r>
      <w:r w:rsidRPr="004362C7">
        <w:rPr>
          <w:rFonts w:ascii="Times New Roman" w:hAnsi="Times New Roman"/>
          <w:color w:val="000000"/>
          <w:sz w:val="28"/>
          <w:szCs w:val="28"/>
        </w:rPr>
        <w:t xml:space="preserve">по соблюдению требований к служебному поведению муниципальных служащих и урегулированию конфликта интересов на муниципальной службе администрации </w:t>
      </w:r>
      <w:r>
        <w:rPr>
          <w:rFonts w:ascii="Times New Roman" w:hAnsi="Times New Roman"/>
          <w:color w:val="000000"/>
          <w:sz w:val="28"/>
          <w:szCs w:val="28"/>
        </w:rPr>
        <w:t>__________ се</w:t>
      </w:r>
      <w:r w:rsidRPr="004362C7">
        <w:rPr>
          <w:rFonts w:ascii="Times New Roman" w:hAnsi="Times New Roman"/>
          <w:color w:val="000000"/>
          <w:sz w:val="28"/>
          <w:szCs w:val="28"/>
        </w:rPr>
        <w:t>ль</w:t>
      </w:r>
      <w:r>
        <w:rPr>
          <w:rFonts w:ascii="Times New Roman" w:hAnsi="Times New Roman"/>
          <w:color w:val="000000"/>
          <w:sz w:val="28"/>
          <w:szCs w:val="28"/>
        </w:rPr>
        <w:t>ск</w:t>
      </w:r>
      <w:r w:rsidRPr="004362C7">
        <w:rPr>
          <w:rFonts w:ascii="Times New Roman" w:hAnsi="Times New Roman"/>
          <w:color w:val="000000"/>
          <w:sz w:val="28"/>
          <w:szCs w:val="28"/>
        </w:rPr>
        <w:t xml:space="preserve">ого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4362C7"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селе</w:t>
      </w:r>
      <w:r w:rsidRPr="004362C7">
        <w:rPr>
          <w:rFonts w:ascii="Times New Roman" w:hAnsi="Times New Roman"/>
          <w:color w:val="000000"/>
          <w:sz w:val="28"/>
          <w:szCs w:val="28"/>
        </w:rPr>
        <w:t>ния Тихорецк</w:t>
      </w:r>
      <w:r>
        <w:rPr>
          <w:rFonts w:ascii="Times New Roman" w:hAnsi="Times New Roman"/>
          <w:color w:val="000000"/>
          <w:sz w:val="28"/>
          <w:szCs w:val="28"/>
        </w:rPr>
        <w:t>ого</w:t>
      </w:r>
      <w:r w:rsidRPr="004362C7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26780C">
        <w:rPr>
          <w:rFonts w:ascii="Times New Roman" w:hAnsi="Times New Roman" w:cs="Times New Roman"/>
          <w:sz w:val="28"/>
          <w:szCs w:val="28"/>
        </w:rPr>
        <w:t xml:space="preserve"> при рассмотрении настоящего уведомления (нужное подчеркнуть).</w:t>
      </w:r>
    </w:p>
    <w:p w:rsidR="00D64D36" w:rsidRPr="0026780C" w:rsidRDefault="00D64D36" w:rsidP="00030E6B">
      <w:pPr>
        <w:rPr>
          <w:rFonts w:ascii="Times New Roman" w:hAnsi="Times New Roman"/>
          <w:sz w:val="28"/>
          <w:szCs w:val="28"/>
        </w:rPr>
      </w:pPr>
    </w:p>
    <w:p w:rsidR="00D64D36" w:rsidRPr="0026780C" w:rsidRDefault="00D64D36" w:rsidP="00030E6B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6780C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»_____ 20__ г. </w:t>
      </w:r>
      <w:r w:rsidRPr="0026780C">
        <w:rPr>
          <w:rFonts w:ascii="Times New Roman" w:hAnsi="Times New Roman" w:cs="Times New Roman"/>
          <w:sz w:val="28"/>
          <w:szCs w:val="28"/>
        </w:rPr>
        <w:t>__________________________ 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D64D36" w:rsidRPr="0035512F" w:rsidRDefault="00D64D36" w:rsidP="00030E6B">
      <w:pPr>
        <w:pStyle w:val="a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</w:t>
      </w:r>
      <w:r w:rsidRPr="0035512F">
        <w:rPr>
          <w:rFonts w:ascii="Times New Roman" w:hAnsi="Times New Roman" w:cs="Times New Roman"/>
        </w:rPr>
        <w:t>(подпись</w:t>
      </w:r>
      <w:r>
        <w:rPr>
          <w:rFonts w:ascii="Times New Roman" w:hAnsi="Times New Roman" w:cs="Times New Roman"/>
        </w:rPr>
        <w:t xml:space="preserve"> </w:t>
      </w:r>
      <w:r w:rsidRPr="0035512F">
        <w:rPr>
          <w:rFonts w:ascii="Times New Roman" w:hAnsi="Times New Roman" w:cs="Times New Roman"/>
        </w:rPr>
        <w:t>(расшифровка подписи) лица, направляющего уведомление)</w:t>
      </w:r>
    </w:p>
    <w:p w:rsidR="00D64D36" w:rsidRDefault="00D64D36" w:rsidP="00030E6B">
      <w:pPr>
        <w:rPr>
          <w:rFonts w:ascii="Times New Roman" w:hAnsi="Times New Roman"/>
          <w:sz w:val="28"/>
          <w:szCs w:val="28"/>
          <w:lang w:eastAsia="ru-RU"/>
        </w:rPr>
      </w:pPr>
    </w:p>
    <w:p w:rsidR="00D64D36" w:rsidRDefault="00D64D36" w:rsidP="00030E6B">
      <w:pPr>
        <w:rPr>
          <w:rFonts w:ascii="Times New Roman" w:hAnsi="Times New Roman"/>
          <w:sz w:val="28"/>
          <w:szCs w:val="28"/>
          <w:lang w:eastAsia="ru-RU"/>
        </w:rPr>
      </w:pPr>
    </w:p>
    <w:p w:rsidR="00D64D36" w:rsidRDefault="00D64D36" w:rsidP="002E643F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Заместитель главы</w:t>
      </w:r>
    </w:p>
    <w:p w:rsidR="00D64D36" w:rsidRDefault="00D64D36" w:rsidP="002E643F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Алексеевского сельского поселения</w:t>
      </w:r>
    </w:p>
    <w:p w:rsidR="00D64D36" w:rsidRDefault="00D64D36" w:rsidP="002E643F">
      <w:pPr>
        <w:rPr>
          <w:rStyle w:val="a2"/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Тихорецкого района      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  Н.Е.Михайлов</w:t>
      </w:r>
    </w:p>
    <w:p w:rsidR="00D64D36" w:rsidRDefault="00D64D36" w:rsidP="00083194">
      <w:pPr>
        <w:rPr>
          <w:rFonts w:ascii="Times New Roman" w:hAnsi="Times New Roman"/>
          <w:sz w:val="28"/>
          <w:szCs w:val="28"/>
        </w:rPr>
      </w:pPr>
    </w:p>
    <w:p w:rsidR="00D64D36" w:rsidRPr="009B1AB7" w:rsidRDefault="00D64D36" w:rsidP="00083194">
      <w:pPr>
        <w:rPr>
          <w:rFonts w:ascii="Times New Roman" w:hAnsi="Times New Roman"/>
          <w:sz w:val="28"/>
          <w:szCs w:val="28"/>
          <w:lang w:eastAsia="ru-RU"/>
        </w:rPr>
      </w:pPr>
    </w:p>
    <w:sectPr w:rsidR="00D64D36" w:rsidRPr="009B1AB7" w:rsidSect="00B229B2">
      <w:headerReference w:type="default" r:id="rId6"/>
      <w:pgSz w:w="11906" w:h="16838"/>
      <w:pgMar w:top="993" w:right="70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D36" w:rsidRDefault="00D64D36" w:rsidP="00E5008F">
      <w:r>
        <w:separator/>
      </w:r>
    </w:p>
  </w:endnote>
  <w:endnote w:type="continuationSeparator" w:id="0">
    <w:p w:rsidR="00D64D36" w:rsidRDefault="00D64D36" w:rsidP="00E500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D36" w:rsidRDefault="00D64D36" w:rsidP="00E5008F">
      <w:r>
        <w:separator/>
      </w:r>
    </w:p>
  </w:footnote>
  <w:footnote w:type="continuationSeparator" w:id="0">
    <w:p w:rsidR="00D64D36" w:rsidRDefault="00D64D36" w:rsidP="00E500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D36" w:rsidRDefault="00D64D36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D64D36" w:rsidRDefault="00D64D3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32D0"/>
    <w:rsid w:val="00030E6B"/>
    <w:rsid w:val="00083194"/>
    <w:rsid w:val="000F57CC"/>
    <w:rsid w:val="00125B6B"/>
    <w:rsid w:val="001276CC"/>
    <w:rsid w:val="00170A4A"/>
    <w:rsid w:val="00184C6D"/>
    <w:rsid w:val="001A64AF"/>
    <w:rsid w:val="002213ED"/>
    <w:rsid w:val="002439F1"/>
    <w:rsid w:val="0025123C"/>
    <w:rsid w:val="0026780C"/>
    <w:rsid w:val="00276E28"/>
    <w:rsid w:val="002A32D0"/>
    <w:rsid w:val="002A7473"/>
    <w:rsid w:val="002E643F"/>
    <w:rsid w:val="00320BCC"/>
    <w:rsid w:val="0035512F"/>
    <w:rsid w:val="0036378D"/>
    <w:rsid w:val="0036727F"/>
    <w:rsid w:val="004362C7"/>
    <w:rsid w:val="004F20A4"/>
    <w:rsid w:val="0051342A"/>
    <w:rsid w:val="0054459C"/>
    <w:rsid w:val="005446FD"/>
    <w:rsid w:val="00587BD7"/>
    <w:rsid w:val="005A2957"/>
    <w:rsid w:val="00665FFF"/>
    <w:rsid w:val="006C18F4"/>
    <w:rsid w:val="00717B2F"/>
    <w:rsid w:val="007C5839"/>
    <w:rsid w:val="007C6B3F"/>
    <w:rsid w:val="007E4392"/>
    <w:rsid w:val="008754ED"/>
    <w:rsid w:val="008A5BDE"/>
    <w:rsid w:val="008F4609"/>
    <w:rsid w:val="009418E6"/>
    <w:rsid w:val="0096144B"/>
    <w:rsid w:val="009B1AB7"/>
    <w:rsid w:val="009D4F97"/>
    <w:rsid w:val="00A47A54"/>
    <w:rsid w:val="00B229B2"/>
    <w:rsid w:val="00C75149"/>
    <w:rsid w:val="00CB16D6"/>
    <w:rsid w:val="00CC76EF"/>
    <w:rsid w:val="00D64D36"/>
    <w:rsid w:val="00DA5134"/>
    <w:rsid w:val="00E5008F"/>
    <w:rsid w:val="00F40A5F"/>
    <w:rsid w:val="00FB09F0"/>
    <w:rsid w:val="00FB6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A5F"/>
    <w:pPr>
      <w:jc w:val="both"/>
    </w:pPr>
    <w:rPr>
      <w:rFonts w:eastAsia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40A5F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a">
    <w:name w:val="Нормальный (таблица)"/>
    <w:basedOn w:val="Normal"/>
    <w:next w:val="Normal"/>
    <w:uiPriority w:val="99"/>
    <w:rsid w:val="00F40A5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customStyle="1" w:styleId="a0">
    <w:name w:val="Таблицы (моноширинный)"/>
    <w:basedOn w:val="Normal"/>
    <w:next w:val="Normal"/>
    <w:uiPriority w:val="99"/>
    <w:rsid w:val="00F40A5F"/>
    <w:pPr>
      <w:widowControl w:val="0"/>
      <w:autoSpaceDE w:val="0"/>
      <w:autoSpaceDN w:val="0"/>
      <w:adjustRightInd w:val="0"/>
      <w:jc w:val="left"/>
    </w:pPr>
    <w:rPr>
      <w:rFonts w:ascii="Courier New" w:hAnsi="Courier New" w:cs="Courier New"/>
      <w:sz w:val="24"/>
      <w:szCs w:val="24"/>
      <w:lang w:eastAsia="ru-RU"/>
    </w:rPr>
  </w:style>
  <w:style w:type="paragraph" w:customStyle="1" w:styleId="a1">
    <w:name w:val="Прижатый влево"/>
    <w:basedOn w:val="Normal"/>
    <w:next w:val="Normal"/>
    <w:uiPriority w:val="99"/>
    <w:rsid w:val="00F40A5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  <w:szCs w:val="24"/>
      <w:lang w:eastAsia="ru-RU"/>
    </w:rPr>
  </w:style>
  <w:style w:type="character" w:customStyle="1" w:styleId="a2">
    <w:name w:val="Цветовое выделение"/>
    <w:uiPriority w:val="99"/>
    <w:rsid w:val="00F40A5F"/>
    <w:rPr>
      <w:b/>
      <w:color w:val="26282F"/>
    </w:rPr>
  </w:style>
  <w:style w:type="character" w:customStyle="1" w:styleId="a3">
    <w:name w:val="Гипертекстовая ссылка"/>
    <w:uiPriority w:val="99"/>
    <w:rsid w:val="00F40A5F"/>
    <w:rPr>
      <w:color w:val="106BBE"/>
    </w:rPr>
  </w:style>
  <w:style w:type="paragraph" w:customStyle="1" w:styleId="Standard">
    <w:name w:val="Standard"/>
    <w:uiPriority w:val="99"/>
    <w:rsid w:val="008F4609"/>
    <w:pPr>
      <w:suppressAutoHyphens/>
      <w:autoSpaceDN w:val="0"/>
      <w:spacing w:after="200" w:line="276" w:lineRule="auto"/>
    </w:pPr>
    <w:rPr>
      <w:rFonts w:eastAsia="SimSun" w:cs="Calibri"/>
      <w:kern w:val="3"/>
      <w:lang w:eastAsia="en-US"/>
    </w:rPr>
  </w:style>
  <w:style w:type="paragraph" w:styleId="Header">
    <w:name w:val="header"/>
    <w:basedOn w:val="Normal"/>
    <w:link w:val="HeaderChar"/>
    <w:uiPriority w:val="99"/>
    <w:rsid w:val="00E5008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5008F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E5008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5008F"/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A51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975"/>
    <w:rPr>
      <w:rFonts w:ascii="Times New Roman" w:eastAsia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84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98</TotalTime>
  <Pages>2</Pages>
  <Words>386</Words>
  <Characters>2203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Елена</cp:lastModifiedBy>
  <cp:revision>34</cp:revision>
  <cp:lastPrinted>2016-09-01T12:46:00Z</cp:lastPrinted>
  <dcterms:created xsi:type="dcterms:W3CDTF">2015-12-23T13:49:00Z</dcterms:created>
  <dcterms:modified xsi:type="dcterms:W3CDTF">2016-09-01T12:46:00Z</dcterms:modified>
</cp:coreProperties>
</file>